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0DF79E6" w14:textId="77777777" w:rsidTr="00987DB5">
        <w:tc>
          <w:tcPr>
            <w:tcW w:w="9498" w:type="dxa"/>
          </w:tcPr>
          <w:p w14:paraId="70DF79E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0DF79FD" wp14:editId="70DF79F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DF79E3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0DF79E4" w14:textId="789A0302" w:rsid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 w:rsidR="007A454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47724FA0" w14:textId="5D2C09E8" w:rsidR="007A4540" w:rsidRPr="00053BD0" w:rsidRDefault="007A454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70DF79E5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0DF79E7" w14:textId="48F8A5D6" w:rsidR="0033636C" w:rsidRPr="00D022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A4540">
            <w:rPr>
              <w:rFonts w:ascii="Times New Roman" w:hAnsi="Times New Roman"/>
              <w:sz w:val="28"/>
              <w:szCs w:val="28"/>
            </w:rPr>
            <w:t>24 декабря 2025</w:t>
          </w:r>
          <w:r w:rsidR="000C1574">
            <w:rPr>
              <w:rFonts w:ascii="Times New Roman" w:hAnsi="Times New Roman"/>
              <w:sz w:val="28"/>
              <w:szCs w:val="28"/>
            </w:rPr>
            <w:t xml:space="preserve"> года</w:t>
          </w:r>
        </w:sdtContent>
      </w:sdt>
      <w:r w:rsidRP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A4540">
            <w:rPr>
              <w:rFonts w:ascii="Times New Roman" w:hAnsi="Times New Roman"/>
              <w:sz w:val="28"/>
              <w:szCs w:val="28"/>
            </w:rPr>
            <w:t>959</w:t>
          </w:r>
          <w:bookmarkStart w:id="0" w:name="_GoBack"/>
          <w:bookmarkEnd w:id="0"/>
        </w:sdtContent>
      </w:sdt>
    </w:p>
    <w:p w14:paraId="70DF79E8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48ABBF23" w14:textId="77777777" w:rsidR="003D363C" w:rsidRDefault="0033636C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3DA">
        <w:rPr>
          <w:rFonts w:ascii="Times New Roman" w:hAnsi="Times New Roman"/>
          <w:b/>
          <w:sz w:val="28"/>
          <w:szCs w:val="28"/>
        </w:rPr>
        <w:t xml:space="preserve">О </w:t>
      </w:r>
      <w:r w:rsidR="00C06564">
        <w:rPr>
          <w:rFonts w:ascii="Times New Roman" w:hAnsi="Times New Roman"/>
          <w:b/>
          <w:sz w:val="28"/>
          <w:szCs w:val="28"/>
        </w:rPr>
        <w:t xml:space="preserve">внесении изменений в постановление администрации </w:t>
      </w:r>
    </w:p>
    <w:p w14:paraId="399BAF1F" w14:textId="7FD07568" w:rsidR="00C06564" w:rsidRDefault="00C06564" w:rsidP="00D022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</w:p>
    <w:p w14:paraId="70DF79E9" w14:textId="037707E7" w:rsidR="0033636C" w:rsidRPr="00C470F0" w:rsidRDefault="00C470F0" w:rsidP="00C470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19</w:t>
      </w:r>
      <w:r w:rsidR="00A91F49">
        <w:rPr>
          <w:rFonts w:ascii="Times New Roman" w:hAnsi="Times New Roman"/>
          <w:b/>
          <w:sz w:val="28"/>
          <w:szCs w:val="28"/>
        </w:rPr>
        <w:t xml:space="preserve"> декабря </w:t>
      </w:r>
      <w:r w:rsidR="00C06564">
        <w:rPr>
          <w:rFonts w:ascii="Times New Roman" w:hAnsi="Times New Roman"/>
          <w:b/>
          <w:sz w:val="28"/>
          <w:szCs w:val="28"/>
        </w:rPr>
        <w:t>202</w:t>
      </w:r>
      <w:r w:rsidR="003F053A">
        <w:rPr>
          <w:rFonts w:ascii="Times New Roman" w:hAnsi="Times New Roman"/>
          <w:b/>
          <w:sz w:val="28"/>
          <w:szCs w:val="28"/>
        </w:rPr>
        <w:t>4</w:t>
      </w:r>
      <w:r w:rsidR="00A91F49">
        <w:rPr>
          <w:rFonts w:ascii="Times New Roman" w:hAnsi="Times New Roman"/>
          <w:b/>
          <w:sz w:val="28"/>
          <w:szCs w:val="28"/>
        </w:rPr>
        <w:t xml:space="preserve"> года</w:t>
      </w:r>
      <w:r w:rsidR="00C06564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821 «</w:t>
      </w:r>
      <w:r w:rsidRPr="00C470F0">
        <w:rPr>
          <w:rFonts w:ascii="Times New Roman" w:hAnsi="Times New Roman"/>
          <w:b/>
          <w:sz w:val="28"/>
          <w:szCs w:val="28"/>
        </w:rPr>
        <w:t xml:space="preserve">Об </w:t>
      </w:r>
      <w:r w:rsidRPr="00C470F0">
        <w:rPr>
          <w:rFonts w:ascii="Times New Roman" w:eastAsia="Times New Roman" w:hAnsi="Times New Roman"/>
          <w:b/>
          <w:sz w:val="28"/>
          <w:szCs w:val="28"/>
          <w:lang w:eastAsia="ru-RU"/>
        </w:rPr>
        <w:t>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</w:t>
      </w:r>
    </w:p>
    <w:p w14:paraId="70DF79EA" w14:textId="77777777" w:rsidR="00185FEC" w:rsidRDefault="00185FEC" w:rsidP="00D022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C29B711" w14:textId="020146C7" w:rsidR="001E73DA" w:rsidRPr="001E73DA" w:rsidRDefault="001E73DA" w:rsidP="00EF145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E73DA">
        <w:rPr>
          <w:rFonts w:ascii="Times New Roman" w:hAnsi="Times New Roman"/>
          <w:sz w:val="28"/>
          <w:szCs w:val="28"/>
        </w:rPr>
        <w:t xml:space="preserve">В соответствии с </w:t>
      </w:r>
      <w:r w:rsidR="00C06564">
        <w:rPr>
          <w:rFonts w:ascii="Times New Roman" w:hAnsi="Times New Roman"/>
          <w:sz w:val="28"/>
          <w:szCs w:val="28"/>
        </w:rPr>
        <w:t xml:space="preserve">решением </w:t>
      </w:r>
      <w:r w:rsidR="002358CD" w:rsidRPr="002358CD">
        <w:rPr>
          <w:rFonts w:ascii="Times New Roman" w:hAnsi="Times New Roman"/>
          <w:sz w:val="28"/>
          <w:szCs w:val="28"/>
        </w:rPr>
        <w:t xml:space="preserve">Собрания муниципального образования «Городской округ Ногликский» от </w:t>
      </w:r>
      <w:r w:rsidR="00C470F0">
        <w:rPr>
          <w:rFonts w:ascii="Times New Roman" w:hAnsi="Times New Roman"/>
          <w:sz w:val="28"/>
          <w:szCs w:val="28"/>
        </w:rPr>
        <w:t>13</w:t>
      </w:r>
      <w:r w:rsidR="002358CD" w:rsidRPr="002358CD">
        <w:rPr>
          <w:rFonts w:ascii="Times New Roman" w:hAnsi="Times New Roman"/>
          <w:sz w:val="28"/>
          <w:szCs w:val="28"/>
        </w:rPr>
        <w:t>.12.202</w:t>
      </w:r>
      <w:r w:rsidR="00C470F0">
        <w:rPr>
          <w:rFonts w:ascii="Times New Roman" w:hAnsi="Times New Roman"/>
          <w:sz w:val="28"/>
          <w:szCs w:val="28"/>
        </w:rPr>
        <w:t>4</w:t>
      </w:r>
      <w:r w:rsidR="002358CD" w:rsidRPr="002358CD">
        <w:rPr>
          <w:rFonts w:ascii="Times New Roman" w:hAnsi="Times New Roman"/>
          <w:sz w:val="28"/>
          <w:szCs w:val="28"/>
        </w:rPr>
        <w:t xml:space="preserve"> № </w:t>
      </w:r>
      <w:r w:rsidR="00C470F0">
        <w:rPr>
          <w:rFonts w:ascii="Times New Roman" w:hAnsi="Times New Roman"/>
          <w:sz w:val="28"/>
          <w:szCs w:val="28"/>
        </w:rPr>
        <w:t>36</w:t>
      </w:r>
      <w:r w:rsidR="002358CD" w:rsidRPr="002358CD">
        <w:rPr>
          <w:rFonts w:ascii="Times New Roman" w:hAnsi="Times New Roman"/>
          <w:sz w:val="28"/>
          <w:szCs w:val="28"/>
        </w:rPr>
        <w:t xml:space="preserve"> «О бюджете муниципального образования Ногликский</w:t>
      </w:r>
      <w:r w:rsidR="00C470F0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2358CD" w:rsidRPr="002358CD">
        <w:rPr>
          <w:rFonts w:ascii="Times New Roman" w:hAnsi="Times New Roman"/>
          <w:sz w:val="28"/>
          <w:szCs w:val="28"/>
        </w:rPr>
        <w:t xml:space="preserve"> на 202</w:t>
      </w:r>
      <w:r w:rsidR="00C470F0">
        <w:rPr>
          <w:rFonts w:ascii="Times New Roman" w:hAnsi="Times New Roman"/>
          <w:sz w:val="28"/>
          <w:szCs w:val="28"/>
        </w:rPr>
        <w:t>5</w:t>
      </w:r>
      <w:r w:rsidR="002358CD" w:rsidRPr="002358CD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470F0">
        <w:rPr>
          <w:rFonts w:ascii="Times New Roman" w:hAnsi="Times New Roman"/>
          <w:sz w:val="28"/>
          <w:szCs w:val="28"/>
        </w:rPr>
        <w:t>6</w:t>
      </w:r>
      <w:r w:rsidR="002358CD" w:rsidRPr="002358CD">
        <w:rPr>
          <w:rFonts w:ascii="Times New Roman" w:hAnsi="Times New Roman"/>
          <w:sz w:val="28"/>
          <w:szCs w:val="28"/>
        </w:rPr>
        <w:t xml:space="preserve"> и 202</w:t>
      </w:r>
      <w:r w:rsidR="00C470F0">
        <w:rPr>
          <w:rFonts w:ascii="Times New Roman" w:hAnsi="Times New Roman"/>
          <w:sz w:val="28"/>
          <w:szCs w:val="28"/>
        </w:rPr>
        <w:t>7</w:t>
      </w:r>
      <w:r w:rsidR="001555FF">
        <w:rPr>
          <w:rFonts w:ascii="Times New Roman" w:hAnsi="Times New Roman"/>
          <w:sz w:val="28"/>
          <w:szCs w:val="28"/>
        </w:rPr>
        <w:t xml:space="preserve"> годов»</w:t>
      </w:r>
      <w:r w:rsidR="002358CD" w:rsidRPr="002358CD">
        <w:rPr>
          <w:rFonts w:ascii="Times New Roman" w:hAnsi="Times New Roman"/>
          <w:sz w:val="28"/>
          <w:szCs w:val="28"/>
        </w:rPr>
        <w:t>,</w:t>
      </w:r>
      <w:r w:rsidR="002358CD">
        <w:rPr>
          <w:rFonts w:ascii="Times New Roman" w:hAnsi="Times New Roman"/>
          <w:sz w:val="28"/>
          <w:szCs w:val="28"/>
        </w:rPr>
        <w:t xml:space="preserve"> </w:t>
      </w:r>
      <w:r w:rsidRPr="001E73DA">
        <w:rPr>
          <w:rFonts w:ascii="Times New Roman" w:hAnsi="Times New Roman"/>
          <w:sz w:val="28"/>
          <w:szCs w:val="28"/>
        </w:rPr>
        <w:t>руководствуясь ст. 36 Устава муниципального образования Ногликский</w:t>
      </w:r>
      <w:r w:rsidR="00C470F0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Pr="001E73DA">
        <w:rPr>
          <w:rFonts w:ascii="Times New Roman" w:hAnsi="Times New Roman"/>
          <w:sz w:val="28"/>
          <w:szCs w:val="28"/>
        </w:rPr>
        <w:t xml:space="preserve">, администрация муниципального образования </w:t>
      </w:r>
      <w:r w:rsidR="00D02217">
        <w:rPr>
          <w:rFonts w:ascii="Times New Roman" w:hAnsi="Times New Roman"/>
          <w:sz w:val="28"/>
          <w:szCs w:val="28"/>
        </w:rPr>
        <w:t>Ногликский</w:t>
      </w:r>
      <w:r w:rsidR="00C470F0">
        <w:rPr>
          <w:rFonts w:ascii="Times New Roman" w:hAnsi="Times New Roman"/>
          <w:sz w:val="28"/>
          <w:szCs w:val="28"/>
        </w:rPr>
        <w:t xml:space="preserve"> муниципальный округ Сахалинской области</w:t>
      </w:r>
      <w:r w:rsidR="00D02217">
        <w:rPr>
          <w:rFonts w:ascii="Times New Roman" w:hAnsi="Times New Roman"/>
          <w:sz w:val="28"/>
          <w:szCs w:val="28"/>
        </w:rPr>
        <w:t xml:space="preserve"> </w:t>
      </w:r>
      <w:r w:rsidR="00D02217" w:rsidRPr="00D02217">
        <w:rPr>
          <w:rFonts w:ascii="Times New Roman" w:hAnsi="Times New Roman"/>
          <w:b/>
          <w:sz w:val="28"/>
          <w:szCs w:val="28"/>
        </w:rPr>
        <w:t>ПОСТАНОВЛЯЕТ:</w:t>
      </w:r>
    </w:p>
    <w:p w14:paraId="281B8FBB" w14:textId="6113956A" w:rsidR="00C06564" w:rsidRDefault="001E73DA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в постановление администрации муниципального образования </w:t>
      </w:r>
      <w:r w:rsidR="00C470F0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 Ногликский» от </w:t>
      </w:r>
      <w:r w:rsidR="00C470F0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="00C470F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C470F0">
        <w:rPr>
          <w:rFonts w:ascii="Times New Roman" w:eastAsia="Times New Roman" w:hAnsi="Times New Roman"/>
          <w:sz w:val="28"/>
          <w:szCs w:val="28"/>
          <w:lang w:eastAsia="ru-RU"/>
        </w:rPr>
        <w:t>821</w:t>
      </w:r>
      <w:r w:rsidR="00C06564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норм, выраженных в натуральных показателях, для определения базовых нормативных затрат и значений базовых нормативных затрат на выполнение муниципальных работ в сфере средств массовой информации» следующие изменения:</w:t>
      </w:r>
    </w:p>
    <w:p w14:paraId="1AA3E28E" w14:textId="673412A6" w:rsidR="00E15F66" w:rsidRPr="00491E7C" w:rsidRDefault="00C06564" w:rsidP="00E15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555F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2 </w:t>
      </w:r>
      <w:r w:rsidR="0095620F">
        <w:rPr>
          <w:rFonts w:ascii="Times New Roman" w:hAnsi="Times New Roman"/>
          <w:sz w:val="28"/>
          <w:szCs w:val="28"/>
          <w:shd w:val="clear" w:color="auto" w:fill="FFFFFF"/>
        </w:rPr>
        <w:t>в отношении работы «Осуществление издательской деятельности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="0095620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изложить в новой редакции согласно приложению </w:t>
      </w:r>
      <w:r w:rsidR="001555FF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D4EF6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>к настоящему постановлению</w:t>
      </w:r>
      <w:r w:rsidR="006D4EF6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14:paraId="7AA9B9FE" w14:textId="53BC4E68" w:rsidR="00E15F66" w:rsidRPr="00491E7C" w:rsidRDefault="007C716F" w:rsidP="00E15F6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1555F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 w:rsidR="00E15F66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E7629">
        <w:rPr>
          <w:rFonts w:ascii="Times New Roman" w:hAnsi="Times New Roman"/>
          <w:sz w:val="28"/>
          <w:szCs w:val="28"/>
          <w:shd w:val="clear" w:color="auto" w:fill="FFFFFF"/>
        </w:rPr>
        <w:t xml:space="preserve">в отношении работы «Осуществление издательской деятельности» 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изложить в новой редакции согласно приложению </w:t>
      </w:r>
      <w:r w:rsidR="001555FF"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D4EF6">
        <w:rPr>
          <w:rFonts w:ascii="Times New Roman" w:hAnsi="Times New Roman"/>
          <w:sz w:val="28"/>
          <w:szCs w:val="28"/>
          <w:shd w:val="clear" w:color="auto" w:fill="FFFFFF"/>
        </w:rPr>
        <w:br/>
      </w:r>
      <w:r w:rsidR="00E15F66" w:rsidRPr="00491E7C">
        <w:rPr>
          <w:rFonts w:ascii="Times New Roman" w:hAnsi="Times New Roman"/>
          <w:sz w:val="28"/>
          <w:szCs w:val="28"/>
          <w:shd w:val="clear" w:color="auto" w:fill="FFFFFF"/>
        </w:rPr>
        <w:t>к настоящему постановлению.</w:t>
      </w:r>
    </w:p>
    <w:p w14:paraId="17CD798D" w14:textId="615CDC3D" w:rsidR="001E73DA" w:rsidRDefault="007C716F" w:rsidP="00EF145A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sz w:val="28"/>
          <w:szCs w:val="28"/>
          <w:shd w:val="clear" w:color="auto" w:fill="FFFFFF"/>
        </w:rPr>
        <w:t>2</w:t>
      </w:r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>. Разместить настоящее постановление на официальном сайте муниципального образования Ногликский</w:t>
      </w:r>
      <w:r w:rsidR="00C470F0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муниципальный округ </w:t>
      </w:r>
      <w:r w:rsidR="00C470F0">
        <w:rPr>
          <w:rFonts w:ascii="Times New Roman" w:eastAsia="Times New Roman" w:hAnsi="Times New Roman"/>
          <w:sz w:val="28"/>
          <w:szCs w:val="28"/>
          <w:shd w:val="clear" w:color="auto" w:fill="FFFFFF"/>
        </w:rPr>
        <w:lastRenderedPageBreak/>
        <w:t>Сахалинской области</w:t>
      </w:r>
      <w:r w:rsidR="001E73DA" w:rsidRPr="001E73DA">
        <w:rPr>
          <w:rFonts w:ascii="Times New Roman" w:eastAsia="Times New Roman" w:hAnsi="Times New Roman"/>
          <w:sz w:val="28"/>
          <w:szCs w:val="28"/>
          <w:shd w:val="clear" w:color="auto" w:fill="FFFFFF"/>
        </w:rPr>
        <w:t xml:space="preserve"> в информационно-телекоммуникационной сети «Интернет».</w:t>
      </w:r>
    </w:p>
    <w:p w14:paraId="40BCCB6C" w14:textId="386D6441" w:rsidR="001E73DA" w:rsidRDefault="007C716F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за исполнением настоящего постановления возложить </w:t>
      </w:r>
      <w:r w:rsidR="006D4EF6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управляющего делами администрации муниципа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>льного образован</w:t>
      </w:r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ия </w:t>
      </w:r>
      <w:r w:rsidR="00BE1185">
        <w:rPr>
          <w:rFonts w:ascii="Times New Roman" w:eastAsia="Times New Roman" w:hAnsi="Times New Roman"/>
          <w:sz w:val="28"/>
          <w:szCs w:val="28"/>
          <w:lang w:eastAsia="ru-RU"/>
        </w:rPr>
        <w:t>Ногликский муниципальный округ Сахалинской области</w:t>
      </w:r>
      <w:r w:rsidR="00550E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58CD">
        <w:rPr>
          <w:rFonts w:ascii="Times New Roman" w:eastAsia="Times New Roman" w:hAnsi="Times New Roman"/>
          <w:sz w:val="28"/>
          <w:szCs w:val="28"/>
          <w:lang w:eastAsia="ru-RU"/>
        </w:rPr>
        <w:t>Авдеева И.Ю.</w:t>
      </w:r>
    </w:p>
    <w:p w14:paraId="6FCE06F4" w14:textId="77777777" w:rsidR="00CE7629" w:rsidRDefault="00CE762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BA1557" w14:textId="77777777" w:rsidR="006414E9" w:rsidRPr="001E73DA" w:rsidRDefault="006414E9" w:rsidP="00EF14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EE1B8D1" w14:textId="77777777" w:rsidR="006D4EF6" w:rsidRDefault="006D4EF6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Исполняющий обязанности м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>эр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7C1F066F" w14:textId="662119A5" w:rsidR="001E73DA" w:rsidRPr="001E73DA" w:rsidRDefault="001E73DA" w:rsidP="001E73D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14:paraId="580DBA5F" w14:textId="77777777" w:rsidR="00C470F0" w:rsidRDefault="001E73DA" w:rsidP="00E15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3DA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r w:rsidR="00C470F0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округ </w:t>
      </w:r>
    </w:p>
    <w:p w14:paraId="31DFCF9A" w14:textId="7AADECED" w:rsidR="001E73DA" w:rsidRPr="001E73DA" w:rsidRDefault="00C470F0" w:rsidP="00E15F6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Сахалинской области              </w:t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E73DA" w:rsidRPr="001E73DA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359C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D022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E76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D4EF6">
        <w:rPr>
          <w:rFonts w:ascii="Times New Roman" w:eastAsia="Times New Roman" w:hAnsi="Times New Roman"/>
          <w:sz w:val="28"/>
          <w:szCs w:val="28"/>
          <w:lang w:eastAsia="ru-RU"/>
        </w:rPr>
        <w:t xml:space="preserve">Я.С. </w:t>
      </w:r>
      <w:proofErr w:type="spellStart"/>
      <w:r w:rsidR="006D4EF6">
        <w:rPr>
          <w:rFonts w:ascii="Times New Roman" w:eastAsia="Times New Roman" w:hAnsi="Times New Roman"/>
          <w:sz w:val="28"/>
          <w:szCs w:val="28"/>
          <w:lang w:eastAsia="ru-RU"/>
        </w:rPr>
        <w:t>Русанов</w:t>
      </w:r>
      <w:proofErr w:type="spellEnd"/>
    </w:p>
    <w:sectPr w:rsidR="001E73DA" w:rsidRPr="001E73DA" w:rsidSect="00CE7629">
      <w:headerReference w:type="default" r:id="rId7"/>
      <w:pgSz w:w="11906" w:h="16838"/>
      <w:pgMar w:top="1135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E3E09B" w14:textId="77777777" w:rsidR="00EC574C" w:rsidRDefault="00EC574C" w:rsidP="0033636C">
      <w:pPr>
        <w:spacing w:after="0" w:line="240" w:lineRule="auto"/>
      </w:pPr>
      <w:r>
        <w:separator/>
      </w:r>
    </w:p>
  </w:endnote>
  <w:endnote w:type="continuationSeparator" w:id="0">
    <w:p w14:paraId="4887A671" w14:textId="77777777" w:rsidR="00EC574C" w:rsidRDefault="00EC574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F1583" w14:textId="77777777" w:rsidR="00EC574C" w:rsidRDefault="00EC574C" w:rsidP="0033636C">
      <w:pPr>
        <w:spacing w:after="0" w:line="240" w:lineRule="auto"/>
      </w:pPr>
      <w:r>
        <w:separator/>
      </w:r>
    </w:p>
  </w:footnote>
  <w:footnote w:type="continuationSeparator" w:id="0">
    <w:p w14:paraId="17D009AC" w14:textId="77777777" w:rsidR="00EC574C" w:rsidRDefault="00EC574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005738"/>
      <w:docPartObj>
        <w:docPartGallery w:val="Page Numbers (Top of Page)"/>
        <w:docPartUnique/>
      </w:docPartObj>
    </w:sdtPr>
    <w:sdtEndPr/>
    <w:sdtContent>
      <w:p w14:paraId="06F3B6B3" w14:textId="5BD4B351" w:rsidR="00D02217" w:rsidRDefault="00D022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540">
          <w:rPr>
            <w:noProof/>
          </w:rPr>
          <w:t>2</w:t>
        </w:r>
        <w:r>
          <w:fldChar w:fldCharType="end"/>
        </w:r>
      </w:p>
    </w:sdtContent>
  </w:sdt>
  <w:p w14:paraId="75024C8F" w14:textId="77777777" w:rsidR="00D02217" w:rsidRDefault="00D022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C1574"/>
    <w:rsid w:val="00154810"/>
    <w:rsid w:val="001555FF"/>
    <w:rsid w:val="00185FEC"/>
    <w:rsid w:val="001E1F9F"/>
    <w:rsid w:val="001E73DA"/>
    <w:rsid w:val="002003DC"/>
    <w:rsid w:val="002358CD"/>
    <w:rsid w:val="00322F38"/>
    <w:rsid w:val="0033636C"/>
    <w:rsid w:val="003D363C"/>
    <w:rsid w:val="003E4257"/>
    <w:rsid w:val="003F053A"/>
    <w:rsid w:val="004B4ED1"/>
    <w:rsid w:val="00520CBF"/>
    <w:rsid w:val="00521320"/>
    <w:rsid w:val="00550E58"/>
    <w:rsid w:val="00610085"/>
    <w:rsid w:val="006414E9"/>
    <w:rsid w:val="006D4EF6"/>
    <w:rsid w:val="007A4540"/>
    <w:rsid w:val="007C716F"/>
    <w:rsid w:val="008629FA"/>
    <w:rsid w:val="009069C3"/>
    <w:rsid w:val="0095620F"/>
    <w:rsid w:val="00987DB5"/>
    <w:rsid w:val="00A91F49"/>
    <w:rsid w:val="00AC13A6"/>
    <w:rsid w:val="00AC72C8"/>
    <w:rsid w:val="00B10ED9"/>
    <w:rsid w:val="00B25688"/>
    <w:rsid w:val="00B312EB"/>
    <w:rsid w:val="00BE1185"/>
    <w:rsid w:val="00BF78FC"/>
    <w:rsid w:val="00C02849"/>
    <w:rsid w:val="00C06564"/>
    <w:rsid w:val="00C470F0"/>
    <w:rsid w:val="00CE7629"/>
    <w:rsid w:val="00D02217"/>
    <w:rsid w:val="00D12794"/>
    <w:rsid w:val="00D359C2"/>
    <w:rsid w:val="00D67BD8"/>
    <w:rsid w:val="00DF7897"/>
    <w:rsid w:val="00E15F66"/>
    <w:rsid w:val="00E37B8A"/>
    <w:rsid w:val="00E50E03"/>
    <w:rsid w:val="00E609BC"/>
    <w:rsid w:val="00EC574C"/>
    <w:rsid w:val="00EF145A"/>
    <w:rsid w:val="00F7408E"/>
    <w:rsid w:val="00FC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79E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1E73D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E15F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15F6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F95DF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F95DF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8537D"/>
    <w:rsid w:val="00B13DA8"/>
    <w:rsid w:val="00C95804"/>
    <w:rsid w:val="00CF735B"/>
    <w:rsid w:val="00E7774E"/>
    <w:rsid w:val="00F9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49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13</cp:revision>
  <cp:lastPrinted>2024-09-30T23:51:00Z</cp:lastPrinted>
  <dcterms:created xsi:type="dcterms:W3CDTF">2023-12-26T00:01:00Z</dcterms:created>
  <dcterms:modified xsi:type="dcterms:W3CDTF">2025-12-24T06:05:00Z</dcterms:modified>
</cp:coreProperties>
</file>